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D4" w:rsidRDefault="00C023D4" w:rsidP="00A41472">
      <w:pPr>
        <w:jc w:val="center"/>
      </w:pPr>
      <w:r>
        <w:t xml:space="preserve">                                                                                                                                             </w:t>
      </w:r>
    </w:p>
    <w:p w:rsidR="00C023D4" w:rsidRDefault="00C023D4" w:rsidP="00A41472">
      <w:pPr>
        <w:jc w:val="center"/>
      </w:pPr>
      <w:r w:rsidRPr="00AD180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Ставрово ГП- герб" style="width:46.5pt;height:57.75pt;visibility:visible">
            <v:imagedata r:id="rId5" o:title="" grayscale="t"/>
          </v:shape>
        </w:pict>
      </w:r>
    </w:p>
    <w:p w:rsidR="00C023D4" w:rsidRDefault="00C023D4" w:rsidP="00A41472">
      <w:pPr>
        <w:jc w:val="center"/>
      </w:pPr>
    </w:p>
    <w:p w:rsidR="00C023D4" w:rsidRDefault="00C023D4" w:rsidP="00A41472">
      <w:pPr>
        <w:pStyle w:val="Title"/>
        <w:rPr>
          <w:b w:val="0"/>
          <w:bCs w:val="0"/>
          <w:sz w:val="28"/>
          <w:szCs w:val="28"/>
        </w:rPr>
      </w:pPr>
    </w:p>
    <w:p w:rsidR="00C023D4" w:rsidRPr="004F7AE1" w:rsidRDefault="00C023D4" w:rsidP="00A41472">
      <w:pPr>
        <w:pStyle w:val="Title"/>
        <w:rPr>
          <w:b w:val="0"/>
          <w:bCs w:val="0"/>
          <w:sz w:val="28"/>
          <w:szCs w:val="28"/>
        </w:rPr>
      </w:pPr>
      <w:r w:rsidRPr="004F7AE1">
        <w:rPr>
          <w:b w:val="0"/>
          <w:bCs w:val="0"/>
          <w:sz w:val="28"/>
          <w:szCs w:val="28"/>
        </w:rPr>
        <w:t>СОВЕТ НАРОДНЫХ ДЕПУТАТОВ ПОСЕЛКА СТАВРОВО</w:t>
      </w:r>
    </w:p>
    <w:p w:rsidR="00C023D4" w:rsidRPr="004F7AE1" w:rsidRDefault="00C023D4" w:rsidP="00A41472">
      <w:pPr>
        <w:pStyle w:val="Heading3"/>
        <w:rPr>
          <w:b w:val="0"/>
          <w:bCs w:val="0"/>
        </w:rPr>
      </w:pPr>
      <w:r w:rsidRPr="004F7AE1">
        <w:rPr>
          <w:b w:val="0"/>
          <w:bCs w:val="0"/>
        </w:rPr>
        <w:t>Собинск</w:t>
      </w:r>
      <w:r>
        <w:rPr>
          <w:b w:val="0"/>
          <w:bCs w:val="0"/>
        </w:rPr>
        <w:t>ого</w:t>
      </w:r>
      <w:r w:rsidRPr="004F7AE1">
        <w:rPr>
          <w:b w:val="0"/>
          <w:bCs w:val="0"/>
        </w:rPr>
        <w:t xml:space="preserve"> район</w:t>
      </w:r>
      <w:r>
        <w:rPr>
          <w:b w:val="0"/>
          <w:bCs w:val="0"/>
        </w:rPr>
        <w:t xml:space="preserve">а </w:t>
      </w:r>
      <w:r w:rsidRPr="004F7AE1">
        <w:rPr>
          <w:b w:val="0"/>
          <w:bCs w:val="0"/>
        </w:rPr>
        <w:t xml:space="preserve"> </w:t>
      </w:r>
    </w:p>
    <w:p w:rsidR="00C023D4" w:rsidRPr="004F7AE1" w:rsidRDefault="00C023D4" w:rsidP="00A41472">
      <w:pPr>
        <w:jc w:val="center"/>
      </w:pPr>
    </w:p>
    <w:p w:rsidR="00C023D4" w:rsidRPr="004F7AE1" w:rsidRDefault="00C023D4" w:rsidP="00A41472">
      <w:pPr>
        <w:jc w:val="center"/>
      </w:pPr>
    </w:p>
    <w:p w:rsidR="00C023D4" w:rsidRPr="004F7AE1" w:rsidRDefault="00C023D4" w:rsidP="00A41472">
      <w:pPr>
        <w:pStyle w:val="Heading2"/>
        <w:rPr>
          <w:b w:val="0"/>
          <w:bCs w:val="0"/>
          <w:sz w:val="28"/>
          <w:szCs w:val="28"/>
        </w:rPr>
      </w:pPr>
      <w:r w:rsidRPr="004F7AE1">
        <w:rPr>
          <w:b w:val="0"/>
          <w:bCs w:val="0"/>
          <w:sz w:val="28"/>
          <w:szCs w:val="28"/>
        </w:rPr>
        <w:t>РЕШЕНИЕ</w:t>
      </w:r>
    </w:p>
    <w:p w:rsidR="00C023D4" w:rsidRDefault="00C023D4" w:rsidP="00C275A9">
      <w:r>
        <w:rPr>
          <w:b/>
          <w:bCs/>
        </w:rPr>
        <w:t>о</w:t>
      </w:r>
      <w:r w:rsidRPr="004171DB">
        <w:rPr>
          <w:b/>
          <w:bCs/>
        </w:rPr>
        <w:t>т</w:t>
      </w:r>
      <w:r>
        <w:rPr>
          <w:b/>
          <w:bCs/>
        </w:rPr>
        <w:t xml:space="preserve">  26.01.2023                                                                                                                   </w:t>
      </w:r>
      <w:r w:rsidRPr="004171DB">
        <w:rPr>
          <w:b/>
          <w:bCs/>
        </w:rPr>
        <w:t>№</w:t>
      </w:r>
      <w:r>
        <w:rPr>
          <w:b/>
          <w:bCs/>
        </w:rPr>
        <w:t xml:space="preserve">  2/2</w:t>
      </w:r>
    </w:p>
    <w:p w:rsidR="00C023D4" w:rsidRDefault="00C023D4" w:rsidP="00C275A9"/>
    <w:p w:rsidR="00C023D4" w:rsidRDefault="00C023D4" w:rsidP="00C60047">
      <w:pPr>
        <w:ind w:right="4855"/>
        <w:jc w:val="both"/>
      </w:pPr>
      <w:r>
        <w:t>О согласовании вопроса реорганизации муниципального бюджетного учреждения «Физкультурно-спортивный комплекс поселка Ставрово Собинского района Владимирской области» в форме присоединения к муниципальному бюджетному учреждению культуры «Центр культуры и спорта поселка Ставрово Собинского района Владимирской области»</w:t>
      </w:r>
    </w:p>
    <w:p w:rsidR="00C023D4" w:rsidRDefault="00C023D4" w:rsidP="00C60047">
      <w:pPr>
        <w:ind w:right="4855"/>
        <w:jc w:val="both"/>
      </w:pPr>
    </w:p>
    <w:p w:rsidR="00C023D4" w:rsidRDefault="00C023D4" w:rsidP="00C60047">
      <w:pPr>
        <w:ind w:right="4855"/>
        <w:jc w:val="both"/>
        <w:rPr>
          <w:sz w:val="28"/>
          <w:szCs w:val="28"/>
        </w:rPr>
      </w:pPr>
    </w:p>
    <w:p w:rsidR="00C023D4" w:rsidRPr="00B35E2B" w:rsidRDefault="00C023D4" w:rsidP="00B35E2B">
      <w:pPr>
        <w:pStyle w:val="BodyText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 </w:t>
      </w:r>
      <w:r>
        <w:rPr>
          <w:sz w:val="28"/>
          <w:szCs w:val="28"/>
        </w:rPr>
        <w:t>Рассмотрев представление главы администрации поселка Ставрово Собинского района, в соответствии с Гражданским кодексом РФ</w:t>
      </w:r>
      <w:r w:rsidRPr="00135B56">
        <w:rPr>
          <w:sz w:val="28"/>
          <w:szCs w:val="28"/>
          <w:lang w:eastAsia="zh-CN"/>
        </w:rPr>
        <w:t xml:space="preserve">, </w:t>
      </w:r>
      <w:r w:rsidRPr="00B35E2B">
        <w:rPr>
          <w:sz w:val="28"/>
          <w:szCs w:val="28"/>
        </w:rPr>
        <w:t xml:space="preserve">руководствуясь Положением о порядке управления и распоряжения муниципальным имуществом поселка Ставрово, утвержденным решением Совета народных депутатов поселка Ставрово от 25 декабря 2008 года № 56/402, статьей 23 Устава муниципального образования поселок Ставрово, </w:t>
      </w:r>
    </w:p>
    <w:p w:rsidR="00C023D4" w:rsidRPr="00135B56" w:rsidRDefault="00C023D4" w:rsidP="00B35E2B">
      <w:pPr>
        <w:jc w:val="both"/>
        <w:rPr>
          <w:sz w:val="28"/>
          <w:szCs w:val="28"/>
        </w:rPr>
      </w:pPr>
      <w:r w:rsidRPr="00B35E2B">
        <w:rPr>
          <w:sz w:val="28"/>
          <w:szCs w:val="28"/>
        </w:rPr>
        <w:t>Совет народных депутатов поселка Ставрово р е ш и л:</w:t>
      </w:r>
    </w:p>
    <w:p w:rsidR="00C023D4" w:rsidRPr="00B35E2B" w:rsidRDefault="00C023D4" w:rsidP="00B35E2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       </w:t>
      </w:r>
      <w:r w:rsidRPr="00135B56">
        <w:rPr>
          <w:sz w:val="28"/>
          <w:szCs w:val="28"/>
          <w:lang w:eastAsia="zh-CN"/>
        </w:rPr>
        <w:t xml:space="preserve"> 1.</w:t>
      </w:r>
      <w:r>
        <w:rPr>
          <w:sz w:val="28"/>
          <w:szCs w:val="28"/>
          <w:lang w:eastAsia="zh-CN"/>
        </w:rPr>
        <w:t xml:space="preserve"> </w:t>
      </w:r>
      <w:r w:rsidRPr="00135B56">
        <w:rPr>
          <w:sz w:val="28"/>
          <w:szCs w:val="28"/>
          <w:lang w:eastAsia="zh-CN"/>
        </w:rPr>
        <w:t xml:space="preserve">Согласовать администрации </w:t>
      </w:r>
      <w:r w:rsidRPr="00B35E2B">
        <w:rPr>
          <w:sz w:val="28"/>
          <w:szCs w:val="28"/>
          <w:lang w:eastAsia="zh-CN"/>
        </w:rPr>
        <w:t xml:space="preserve">поселка Ставрово </w:t>
      </w:r>
      <w:r w:rsidRPr="00135B56">
        <w:rPr>
          <w:sz w:val="28"/>
          <w:szCs w:val="28"/>
          <w:lang w:eastAsia="zh-CN"/>
        </w:rPr>
        <w:t>Собинского района реорганизаци</w:t>
      </w:r>
      <w:r>
        <w:rPr>
          <w:sz w:val="28"/>
          <w:szCs w:val="28"/>
          <w:lang w:eastAsia="zh-CN"/>
        </w:rPr>
        <w:t>ю</w:t>
      </w:r>
      <w:r w:rsidRPr="00B35E2B">
        <w:rPr>
          <w:sz w:val="28"/>
          <w:szCs w:val="28"/>
        </w:rPr>
        <w:t xml:space="preserve"> муниципального бюджетного учреждения «Физкультурно-спортивный комплекс поселка Ставрово Собинского района Владимирской области» в форме присоединения к муниципальному бюджетному учреждению культуры «Центр культуры и спорта поселка Ставрово Собинского района Владимирской области»</w:t>
      </w:r>
      <w:r>
        <w:rPr>
          <w:sz w:val="28"/>
          <w:szCs w:val="28"/>
        </w:rPr>
        <w:t>.</w:t>
      </w:r>
    </w:p>
    <w:p w:rsidR="00C023D4" w:rsidRPr="00135B56" w:rsidRDefault="00C023D4" w:rsidP="004565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135B56">
        <w:rPr>
          <w:sz w:val="28"/>
          <w:szCs w:val="28"/>
          <w:lang w:eastAsia="zh-CN"/>
        </w:rPr>
        <w:t>2. Решение вступает в силу со дня его принятия и подлежит официальному опубликованию</w:t>
      </w:r>
      <w:r>
        <w:rPr>
          <w:sz w:val="28"/>
          <w:szCs w:val="28"/>
          <w:lang w:eastAsia="zh-CN"/>
        </w:rPr>
        <w:t xml:space="preserve"> </w:t>
      </w:r>
      <w:r w:rsidRPr="0086190A">
        <w:rPr>
          <w:sz w:val="28"/>
          <w:szCs w:val="28"/>
        </w:rPr>
        <w:t xml:space="preserve">(обнародованию) на официальном сайте органов местного самоуправления поселка Ставрово </w:t>
      </w:r>
      <w:hyperlink r:id="rId6" w:history="1">
        <w:r w:rsidRPr="0086190A">
          <w:rPr>
            <w:rStyle w:val="Hyperlink"/>
            <w:sz w:val="28"/>
            <w:szCs w:val="28"/>
          </w:rPr>
          <w:t>www.stavrovo-info.ru</w:t>
        </w:r>
      </w:hyperlink>
      <w:r>
        <w:rPr>
          <w:rStyle w:val="Hyperlink"/>
          <w:sz w:val="28"/>
          <w:szCs w:val="28"/>
        </w:rPr>
        <w:t>.</w:t>
      </w:r>
    </w:p>
    <w:p w:rsidR="00C023D4" w:rsidRPr="00135B56" w:rsidRDefault="00C023D4" w:rsidP="00135B56">
      <w:pPr>
        <w:suppressAutoHyphens/>
        <w:jc w:val="both"/>
        <w:rPr>
          <w:sz w:val="28"/>
          <w:szCs w:val="28"/>
          <w:lang w:eastAsia="zh-CN"/>
        </w:rPr>
      </w:pPr>
    </w:p>
    <w:p w:rsidR="00C023D4" w:rsidRDefault="00C023D4" w:rsidP="00456526">
      <w:pPr>
        <w:jc w:val="both"/>
        <w:rPr>
          <w:color w:val="000000"/>
          <w:sz w:val="28"/>
          <w:szCs w:val="28"/>
        </w:rPr>
      </w:pPr>
    </w:p>
    <w:p w:rsidR="00C023D4" w:rsidRPr="0086190A" w:rsidRDefault="00C023D4" w:rsidP="0086190A">
      <w:pPr>
        <w:ind w:firstLine="426"/>
        <w:jc w:val="both"/>
        <w:rPr>
          <w:sz w:val="28"/>
          <w:szCs w:val="28"/>
        </w:rPr>
      </w:pPr>
    </w:p>
    <w:p w:rsidR="00C023D4" w:rsidRDefault="00C023D4" w:rsidP="00F46953">
      <w:pPr>
        <w:pStyle w:val="ConsTitle"/>
        <w:widowControl/>
        <w:ind w:left="709"/>
        <w:jc w:val="both"/>
        <w:outlineLvl w:val="0"/>
        <w:rPr>
          <w:rFonts w:cs="Times New Roman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Глава поселка Ставрово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П.А.Павлов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sectPr w:rsidR="00C023D4" w:rsidSect="000A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1E04"/>
    <w:multiLevelType w:val="hybridMultilevel"/>
    <w:tmpl w:val="94B2E176"/>
    <w:lvl w:ilvl="0" w:tplc="DDE65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536"/>
    <w:rsid w:val="00043AC0"/>
    <w:rsid w:val="000A0C3D"/>
    <w:rsid w:val="000B6FE0"/>
    <w:rsid w:val="00135B56"/>
    <w:rsid w:val="002058AC"/>
    <w:rsid w:val="00211BF6"/>
    <w:rsid w:val="0027209A"/>
    <w:rsid w:val="003416FD"/>
    <w:rsid w:val="00382671"/>
    <w:rsid w:val="003B0EB6"/>
    <w:rsid w:val="003E2E55"/>
    <w:rsid w:val="00412CDA"/>
    <w:rsid w:val="004171DB"/>
    <w:rsid w:val="00456526"/>
    <w:rsid w:val="004A6DD8"/>
    <w:rsid w:val="004F7AE1"/>
    <w:rsid w:val="005129DD"/>
    <w:rsid w:val="0051436E"/>
    <w:rsid w:val="00581536"/>
    <w:rsid w:val="005B4CAA"/>
    <w:rsid w:val="006129E1"/>
    <w:rsid w:val="0062681F"/>
    <w:rsid w:val="00693CB6"/>
    <w:rsid w:val="007C73C3"/>
    <w:rsid w:val="00843B3C"/>
    <w:rsid w:val="0086190A"/>
    <w:rsid w:val="008D07AC"/>
    <w:rsid w:val="00A41472"/>
    <w:rsid w:val="00AD1804"/>
    <w:rsid w:val="00B30436"/>
    <w:rsid w:val="00B35E2B"/>
    <w:rsid w:val="00BB3041"/>
    <w:rsid w:val="00C023D4"/>
    <w:rsid w:val="00C275A9"/>
    <w:rsid w:val="00C60047"/>
    <w:rsid w:val="00C82233"/>
    <w:rsid w:val="00CB2242"/>
    <w:rsid w:val="00CC5BAA"/>
    <w:rsid w:val="00D117D2"/>
    <w:rsid w:val="00D42112"/>
    <w:rsid w:val="00D8706D"/>
    <w:rsid w:val="00DD64C0"/>
    <w:rsid w:val="00E13E02"/>
    <w:rsid w:val="00E714EC"/>
    <w:rsid w:val="00F46953"/>
    <w:rsid w:val="00F9332B"/>
    <w:rsid w:val="00FB51D4"/>
    <w:rsid w:val="00FE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locked="1" w:semiHidden="0" w:uiPriority="0"/>
    <w:lsdException w:name="Table Subtle 2" w:unhideWhenUsed="1"/>
    <w:lsdException w:name="Table Web 1" w:unhideWhenUsed="1"/>
    <w:lsdException w:name="Table Web 2" w:locked="1" w:semiHidden="0" w:uiPriority="0"/>
    <w:lsdException w:name="Table Web 3" w:locked="1" w:semiHidden="0" w:uiPriority="0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275A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1472"/>
    <w:pPr>
      <w:keepNext/>
      <w:jc w:val="center"/>
      <w:outlineLvl w:val="1"/>
    </w:pPr>
    <w:rPr>
      <w:rFonts w:eastAsia="Calibr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1472"/>
    <w:pPr>
      <w:keepNext/>
      <w:jc w:val="center"/>
      <w:outlineLvl w:val="2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414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4147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C275A9"/>
    <w:pPr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75A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C275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2058AC"/>
    <w:pPr>
      <w:ind w:left="720"/>
    </w:pPr>
  </w:style>
  <w:style w:type="paragraph" w:styleId="Title">
    <w:name w:val="Title"/>
    <w:basedOn w:val="Normal"/>
    <w:link w:val="TitleChar"/>
    <w:uiPriority w:val="99"/>
    <w:qFormat/>
    <w:rsid w:val="00A4147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4147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469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117D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43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3AC0"/>
    <w:rPr>
      <w:rFonts w:ascii="Segoe UI" w:hAnsi="Segoe UI" w:cs="Segoe UI"/>
      <w:sz w:val="18"/>
      <w:szCs w:val="18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B35E2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35E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"/>
    <w:basedOn w:val="Normal"/>
    <w:uiPriority w:val="99"/>
    <w:rsid w:val="00B35E2B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5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vrovo-inf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265</Words>
  <Characters>1511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SND</cp:lastModifiedBy>
  <cp:revision>3</cp:revision>
  <cp:lastPrinted>2023-01-26T13:08:00Z</cp:lastPrinted>
  <dcterms:created xsi:type="dcterms:W3CDTF">2023-01-24T07:23:00Z</dcterms:created>
  <dcterms:modified xsi:type="dcterms:W3CDTF">2023-01-26T13:33:00Z</dcterms:modified>
</cp:coreProperties>
</file>